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03892DA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 xml:space="preserve"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</w:t>
      </w:r>
    </w:p>
    <w:p w14:paraId="75018FFB" w14:textId="77777777" w:rsidR="00872F1F" w:rsidRPr="00535E9B" w:rsidRDefault="00872F1F" w:rsidP="00B16417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4CA6ED" w14:textId="4E457B7F" w:rsidR="00B67D39" w:rsidRPr="006B56FD" w:rsidRDefault="00B67D39" w:rsidP="00542D4E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 Oddział</w:t>
            </w:r>
            <w:r w:rsidR="00542D4E">
              <w:rPr>
                <w:rFonts w:asciiTheme="minorHAnsi" w:hAnsiTheme="minorHAnsi" w:cstheme="minorHAnsi"/>
                <w:b/>
              </w:rPr>
              <w:t xml:space="preserve">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097B8BE0" w14:textId="41204574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337FED37" w14:textId="76E7559D" w:rsidR="00CC7E12" w:rsidRPr="00CC7E12" w:rsidRDefault="0008269D" w:rsidP="00B16417">
      <w:pPr>
        <w:spacing w:after="120"/>
        <w:jc w:val="both"/>
        <w:rPr>
          <w:rFonts w:cstheme="minorHAnsi"/>
        </w:rPr>
      </w:pPr>
      <w:r w:rsidRPr="0008269D">
        <w:rPr>
          <w:rFonts w:cstheme="minorHAnsi"/>
        </w:rPr>
        <w:t xml:space="preserve">Na potrzeby postępowania o udzielenie zamówienia prowadzonego pn. </w:t>
      </w:r>
      <w:r w:rsidR="002D49E6" w:rsidRPr="002D49E6">
        <w:rPr>
          <w:rFonts w:cstheme="minorHAnsi"/>
          <w:b/>
          <w:bCs/>
          <w:iCs/>
        </w:rPr>
        <w:t>Wykonanie dokumentacji projektowej w branży elektroenergetycznej na terenie działania OŁD w RE Zgierz-Pabianice i RE Łódź w podziale na 4 części</w:t>
      </w:r>
      <w:r w:rsidRPr="0008269D">
        <w:rPr>
          <w:rFonts w:cstheme="minorHAnsi"/>
        </w:rPr>
        <w:t xml:space="preserve">, nr </w:t>
      </w:r>
      <w:r w:rsidRPr="0008269D">
        <w:rPr>
          <w:rFonts w:cstheme="minorHAnsi"/>
          <w:b/>
        </w:rPr>
        <w:t>POST/DYS/OLD/GZ/</w:t>
      </w:r>
      <w:r w:rsidR="002D49E6">
        <w:rPr>
          <w:rFonts w:cstheme="minorHAnsi"/>
          <w:b/>
        </w:rPr>
        <w:t>00133/2026</w:t>
      </w:r>
      <w:r w:rsidRPr="0008269D">
        <w:rPr>
          <w:rFonts w:cstheme="minorHAnsi"/>
        </w:rPr>
        <w:t>, prowadzonego przez Oddział Łódź</w:t>
      </w:r>
      <w:r w:rsidRPr="0008269D">
        <w:rPr>
          <w:rFonts w:cstheme="minorHAnsi"/>
          <w:i/>
        </w:rPr>
        <w:t xml:space="preserve">, </w:t>
      </w:r>
      <w:r w:rsidRPr="0008269D">
        <w:rPr>
          <w:rFonts w:cstheme="minorHAnsi"/>
        </w:rPr>
        <w:t>oświadczam,</w:t>
      </w:r>
      <w:r w:rsidR="00F12B9B">
        <w:rPr>
          <w:rFonts w:cstheme="minorHAnsi"/>
        </w:rPr>
        <w:t xml:space="preserve"> </w:t>
      </w:r>
      <w:r w:rsidRPr="0008269D">
        <w:rPr>
          <w:rFonts w:cstheme="minorHAnsi"/>
        </w:rPr>
        <w:t>co następuje</w:t>
      </w:r>
      <w:r w:rsidR="00CC7E12" w:rsidRPr="00CC7E12">
        <w:rPr>
          <w:rFonts w:cstheme="minorHAnsi"/>
        </w:rPr>
        <w:t>:</w:t>
      </w:r>
    </w:p>
    <w:p w14:paraId="4DBC3278" w14:textId="77777777" w:rsidR="00CC7E12" w:rsidRPr="00CC7E12" w:rsidRDefault="00CC7E12" w:rsidP="00B16417">
      <w:pPr>
        <w:spacing w:after="120"/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B16417">
      <w:pPr>
        <w:numPr>
          <w:ilvl w:val="0"/>
          <w:numId w:val="14"/>
        </w:numPr>
        <w:spacing w:after="120" w:line="288" w:lineRule="auto"/>
        <w:ind w:left="284" w:hanging="284"/>
        <w:jc w:val="both"/>
      </w:pPr>
      <w:r w:rsidRPr="004461CE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4461CE">
        <w:rPr>
          <w:rFonts w:eastAsia="Times New Roman" w:cs="Arial"/>
        </w:rPr>
        <w:t>, zaktualizowanym rozporządzeniem Rady (UE) 2025/2033 (Dz.U. L, 2025/2033 z 23.10.2025) dalej: rozporządzenie 2025/2033</w:t>
      </w:r>
      <w:r w:rsidRPr="004461CE">
        <w:t>.</w:t>
      </w:r>
      <w:r w:rsidRPr="004461CE">
        <w:rPr>
          <w:vertAlign w:val="superscript"/>
        </w:rPr>
        <w:footnoteReference w:id="1"/>
      </w:r>
    </w:p>
    <w:p w14:paraId="3EA3242A" w14:textId="07AE7A3B" w:rsidR="00CC7E12" w:rsidRPr="002C2C2F" w:rsidRDefault="00CC7E12" w:rsidP="00B16417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 w:rsidR="00CF2797">
        <w:rPr>
          <w:rFonts w:cstheme="minorHAnsi"/>
        </w:rPr>
        <w:t>t</w:t>
      </w:r>
      <w:r w:rsidR="006E0E34">
        <w:rPr>
          <w:rFonts w:cstheme="minorHAnsi"/>
        </w:rPr>
        <w:t>.j</w:t>
      </w:r>
      <w:proofErr w:type="spellEnd"/>
      <w:r w:rsidR="006E0E34"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B16417">
      <w:pPr>
        <w:spacing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4BC9D8F1" w14:textId="63CF387D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19946833" w14:textId="77777777" w:rsidR="00CC7E12" w:rsidRPr="00CC7E12" w:rsidRDefault="00CC7E12" w:rsidP="00B16417">
      <w:pPr>
        <w:spacing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0FE7752A" w14:textId="1FB7096D" w:rsidR="00CC7E12" w:rsidRPr="00B16417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3D8697C9" w14:textId="77777777" w:rsidR="00CC7E12" w:rsidRPr="00CC7E12" w:rsidRDefault="00CC7E12" w:rsidP="00B16417">
      <w:pPr>
        <w:spacing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304B6A63" w14:textId="4BF1514B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83D2B82" w14:textId="5FE7C2F3" w:rsidR="00CC7E12" w:rsidRPr="00CC7E12" w:rsidRDefault="00CC7E12" w:rsidP="00B16417">
      <w:pPr>
        <w:spacing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79AA5069" w14:textId="6A9C5B18" w:rsidR="00CC7E12" w:rsidRPr="00B16417" w:rsidRDefault="00CC7E12" w:rsidP="00B16417">
      <w:pPr>
        <w:spacing w:after="160"/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Pr="00B16417" w:rsidRDefault="00381365" w:rsidP="00B16417">
      <w:pPr>
        <w:spacing w:after="0"/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B16417"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3AF5582F" w:rsidR="00535E9B" w:rsidRPr="002C2C2F" w:rsidRDefault="00381365" w:rsidP="00B16417">
      <w:pPr>
        <w:spacing w:after="0"/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B16417">
        <w:rPr>
          <w:rFonts w:cstheme="minorHAnsi"/>
          <w:i/>
          <w:sz w:val="16"/>
          <w:szCs w:val="16"/>
        </w:rPr>
        <w:t>oświadczeń woli w imieniu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4461C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61CF3BC6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2D5AC639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17EB26A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5EA4863A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68BE498B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13F38DEA" w:rsidR="00347E8D" w:rsidRPr="006E100D" w:rsidRDefault="00347E8D" w:rsidP="00B16417">
          <w:pPr>
            <w:suppressAutoHyphens/>
            <w:spacing w:after="120"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271FA82" w14:textId="0F2F9569" w:rsidR="002F64D9" w:rsidRPr="00B16417" w:rsidRDefault="002F64D9" w:rsidP="00B16417">
          <w:pPr>
            <w:suppressAutoHyphens/>
            <w:spacing w:before="120"/>
            <w:ind w:right="187"/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</w:pPr>
          <w:r w:rsidRPr="00B16417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POST/DYS/OLD/GZ/</w:t>
          </w:r>
          <w:r w:rsidR="002D49E6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00133/2026</w:t>
          </w:r>
        </w:p>
        <w:p w14:paraId="1A19274F" w14:textId="737CB67E" w:rsidR="00347E8D" w:rsidRPr="006B2C28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EB00C37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1A46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269D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32E0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9E6"/>
    <w:rsid w:val="002D4CAD"/>
    <w:rsid w:val="002F10CA"/>
    <w:rsid w:val="002F64D9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1CE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2D4E"/>
    <w:rsid w:val="005453F1"/>
    <w:rsid w:val="00551FB7"/>
    <w:rsid w:val="005532B0"/>
    <w:rsid w:val="005563FF"/>
    <w:rsid w:val="00562E63"/>
    <w:rsid w:val="00574D7E"/>
    <w:rsid w:val="00582CE9"/>
    <w:rsid w:val="00586477"/>
    <w:rsid w:val="0058794A"/>
    <w:rsid w:val="005932BA"/>
    <w:rsid w:val="005A354D"/>
    <w:rsid w:val="005B24A8"/>
    <w:rsid w:val="005B2B6D"/>
    <w:rsid w:val="005B3F04"/>
    <w:rsid w:val="005B6DC6"/>
    <w:rsid w:val="005C5E97"/>
    <w:rsid w:val="005C6812"/>
    <w:rsid w:val="005D118B"/>
    <w:rsid w:val="005D2D85"/>
    <w:rsid w:val="005D74EB"/>
    <w:rsid w:val="005E4AA3"/>
    <w:rsid w:val="005E79E5"/>
    <w:rsid w:val="005F0683"/>
    <w:rsid w:val="005F5DF6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01ED1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454C4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196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26E10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6417"/>
    <w:rsid w:val="00B17A2B"/>
    <w:rsid w:val="00B214AE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86330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1F15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05D6E"/>
    <w:rsid w:val="00E12F47"/>
    <w:rsid w:val="00E16545"/>
    <w:rsid w:val="00E16C37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12B9B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7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SWZ.docx</dmsv2BaseFileName>
    <dmsv2BaseDisplayName xmlns="http://schemas.microsoft.com/sharepoint/v3">Załącznik nr 4 do SWZ</dmsv2BaseDisplayName>
    <dmsv2SWPP2ObjectNumber xmlns="http://schemas.microsoft.com/sharepoint/v3">POST/DYS/OLD/GZ/00133/2026                        </dmsv2SWPP2ObjectNumber>
    <dmsv2SWPP2SumMD5 xmlns="http://schemas.microsoft.com/sharepoint/v3">90aabbf953e74a3a2ea239a31fa32b14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703824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24152186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JEUP5JKVCYQC-1092029480-14219</_dlc_DocId>
    <_dlc_DocIdUrl xmlns="a19cb1c7-c5c7-46d4-85ae-d83685407bba">
      <Url>https://swpp2.dms.gkpge.pl/sites/41/_layouts/15/DocIdRedir.aspx?ID=JEUP5JKVCYQC-1092029480-14219</Url>
      <Description>JEUP5JKVCYQC-1092029480-14219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8F5776F-426E-4613-8A9F-EC000D846891}"/>
</file>

<file path=customXml/itemProps5.xml><?xml version="1.0" encoding="utf-8"?>
<ds:datastoreItem xmlns:ds="http://schemas.openxmlformats.org/officeDocument/2006/customXml" ds:itemID="{E06BFAFD-9B60-41C9-959E-F041A762FF04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10</TotalTime>
  <Pages>2</Pages>
  <Words>793</Words>
  <Characters>4762</Characters>
  <Application>Microsoft Office Word</Application>
  <DocSecurity>0</DocSecurity>
  <Lines>39</Lines>
  <Paragraphs>11</Paragraphs>
  <ScaleCrop>false</ScaleCrop>
  <Company>PGE Systemy</Company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10</cp:revision>
  <cp:lastPrinted>2024-07-15T11:21:00Z</cp:lastPrinted>
  <dcterms:created xsi:type="dcterms:W3CDTF">2025-11-24T10:47:00Z</dcterms:created>
  <dcterms:modified xsi:type="dcterms:W3CDTF">2026-01-20T07:57:00Z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bafe99a6-c1c6-4205-8659-c3e49fb4ca84</vt:lpwstr>
  </property>
</Properties>
</file>